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FFF8" w14:textId="77777777" w:rsidR="006E5D65" w:rsidRPr="00FA5EF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5EF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5EF4">
        <w:rPr>
          <w:rFonts w:ascii="Corbel" w:hAnsi="Corbel"/>
          <w:bCs/>
          <w:i/>
          <w:sz w:val="24"/>
          <w:szCs w:val="24"/>
        </w:rPr>
        <w:t>1.5</w:t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5EF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5EF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5EF4">
        <w:rPr>
          <w:rFonts w:ascii="Corbel" w:hAnsi="Corbel"/>
          <w:bCs/>
          <w:i/>
          <w:sz w:val="24"/>
          <w:szCs w:val="24"/>
        </w:rPr>
        <w:t>12/2019</w:t>
      </w:r>
    </w:p>
    <w:p w14:paraId="40CBC9DA" w14:textId="77777777" w:rsidR="0085747A" w:rsidRPr="00FA5EF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650B743A" w14:textId="4E7204A4" w:rsidR="0085747A" w:rsidRPr="00FA5EF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5EF4">
        <w:rPr>
          <w:rFonts w:ascii="Corbel" w:hAnsi="Corbel"/>
          <w:b/>
          <w:smallCaps/>
          <w:sz w:val="24"/>
          <w:szCs w:val="24"/>
        </w:rPr>
        <w:t xml:space="preserve"> </w:t>
      </w:r>
      <w:r w:rsidR="007C5BDB" w:rsidRPr="00FA5EF4">
        <w:rPr>
          <w:rFonts w:ascii="Corbel" w:hAnsi="Corbel"/>
          <w:b/>
          <w:smallCaps/>
          <w:sz w:val="24"/>
          <w:szCs w:val="24"/>
        </w:rPr>
        <w:t xml:space="preserve">od </w:t>
      </w:r>
      <w:r w:rsidR="00E739CC" w:rsidRPr="00E739CC">
        <w:rPr>
          <w:rFonts w:ascii="Corbel" w:hAnsi="Corbel"/>
          <w:b/>
          <w:smallCaps/>
          <w:sz w:val="24"/>
          <w:szCs w:val="24"/>
        </w:rPr>
        <w:t>2020/2021-2024/2025</w:t>
      </w:r>
    </w:p>
    <w:p w14:paraId="0376D294" w14:textId="5DA780B3" w:rsidR="0085747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E24527">
        <w:rPr>
          <w:rFonts w:ascii="Corbel" w:hAnsi="Corbel"/>
          <w:i/>
          <w:sz w:val="24"/>
          <w:szCs w:val="24"/>
        </w:rPr>
        <w:t xml:space="preserve">          </w:t>
      </w:r>
      <w:r w:rsidR="0085747A" w:rsidRPr="00FA5EF4">
        <w:rPr>
          <w:rFonts w:ascii="Corbel" w:hAnsi="Corbel"/>
          <w:i/>
          <w:sz w:val="24"/>
          <w:szCs w:val="24"/>
        </w:rPr>
        <w:t>(skrajne daty</w:t>
      </w:r>
      <w:r w:rsidR="0085747A" w:rsidRPr="00FA5EF4">
        <w:rPr>
          <w:rFonts w:ascii="Corbel" w:hAnsi="Corbel"/>
          <w:sz w:val="24"/>
          <w:szCs w:val="24"/>
        </w:rPr>
        <w:t>)</w:t>
      </w:r>
    </w:p>
    <w:p w14:paraId="7E0136FA" w14:textId="77777777" w:rsidR="00467BC5" w:rsidRPr="00FA5EF4" w:rsidRDefault="00467BC5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07934C3" w14:textId="05644F94" w:rsidR="00445970" w:rsidRPr="00FA5EF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="00E24527"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CC5A6B">
        <w:rPr>
          <w:rFonts w:ascii="Corbel" w:hAnsi="Corbel"/>
          <w:sz w:val="24"/>
          <w:szCs w:val="24"/>
        </w:rPr>
        <w:t>2021/2022</w:t>
      </w:r>
    </w:p>
    <w:p w14:paraId="44E9CAC5" w14:textId="77777777" w:rsidR="0085747A" w:rsidRPr="00FA5E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4CEAB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5EF4">
        <w:rPr>
          <w:rFonts w:ascii="Corbel" w:hAnsi="Corbel"/>
          <w:szCs w:val="24"/>
        </w:rPr>
        <w:t xml:space="preserve">1. </w:t>
      </w:r>
      <w:r w:rsidR="0085747A" w:rsidRPr="00FA5EF4">
        <w:rPr>
          <w:rFonts w:ascii="Corbel" w:hAnsi="Corbel"/>
          <w:szCs w:val="24"/>
        </w:rPr>
        <w:t xml:space="preserve">Podstawowe </w:t>
      </w:r>
      <w:r w:rsidR="00445970" w:rsidRPr="00FA5E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5EF4" w14:paraId="3E3EFFCB" w14:textId="77777777" w:rsidTr="004B3542">
        <w:tc>
          <w:tcPr>
            <w:tcW w:w="2694" w:type="dxa"/>
            <w:vAlign w:val="center"/>
          </w:tcPr>
          <w:p w14:paraId="31495907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E93263" w14:textId="77777777" w:rsidR="0085747A" w:rsidRPr="004B3542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3542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FA5EF4" w14:paraId="5C7D436D" w14:textId="77777777" w:rsidTr="004B3542">
        <w:tc>
          <w:tcPr>
            <w:tcW w:w="2694" w:type="dxa"/>
            <w:vAlign w:val="center"/>
          </w:tcPr>
          <w:p w14:paraId="11E7E3F1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E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05C30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PRP18</w:t>
            </w:r>
          </w:p>
        </w:tc>
      </w:tr>
      <w:tr w:rsidR="0085747A" w:rsidRPr="00FA5EF4" w14:paraId="630C3BAC" w14:textId="77777777" w:rsidTr="004B3542">
        <w:tc>
          <w:tcPr>
            <w:tcW w:w="2694" w:type="dxa"/>
            <w:vAlign w:val="center"/>
          </w:tcPr>
          <w:p w14:paraId="4C9089F5" w14:textId="77777777" w:rsidR="0085747A" w:rsidRPr="00FA5EF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5EF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96248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7CC8F34B" w14:textId="77777777" w:rsidTr="004B3542">
        <w:tc>
          <w:tcPr>
            <w:tcW w:w="2694" w:type="dxa"/>
            <w:vAlign w:val="center"/>
          </w:tcPr>
          <w:p w14:paraId="675A15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F0AA7B" w14:textId="6E28D78C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B3542" w:rsidRPr="00FA5EF4" w14:paraId="4C5C015C" w14:textId="77777777" w:rsidTr="004B3542">
        <w:tc>
          <w:tcPr>
            <w:tcW w:w="2694" w:type="dxa"/>
            <w:vAlign w:val="center"/>
          </w:tcPr>
          <w:p w14:paraId="442A707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883F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B3542" w:rsidRPr="00FA5EF4" w14:paraId="687F3F73" w14:textId="77777777" w:rsidTr="004B3542">
        <w:tc>
          <w:tcPr>
            <w:tcW w:w="2694" w:type="dxa"/>
            <w:vAlign w:val="center"/>
          </w:tcPr>
          <w:p w14:paraId="00AD03B6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41611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B3542" w:rsidRPr="00FA5EF4" w14:paraId="5BD77B02" w14:textId="77777777" w:rsidTr="004B3542">
        <w:tc>
          <w:tcPr>
            <w:tcW w:w="2694" w:type="dxa"/>
            <w:vAlign w:val="center"/>
          </w:tcPr>
          <w:p w14:paraId="74B209B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C697B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  <w:bookmarkStart w:id="0" w:name="_GoBack"/>
        <w:bookmarkEnd w:id="0"/>
      </w:tr>
      <w:tr w:rsidR="004B3542" w:rsidRPr="00FA5EF4" w14:paraId="3C53DDC2" w14:textId="77777777" w:rsidTr="004B3542">
        <w:tc>
          <w:tcPr>
            <w:tcW w:w="2694" w:type="dxa"/>
            <w:vAlign w:val="center"/>
          </w:tcPr>
          <w:p w14:paraId="7496E82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54CD4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4B3542" w:rsidRPr="00FA5EF4" w14:paraId="350D9986" w14:textId="77777777" w:rsidTr="004B3542">
        <w:tc>
          <w:tcPr>
            <w:tcW w:w="2694" w:type="dxa"/>
            <w:vAlign w:val="center"/>
          </w:tcPr>
          <w:p w14:paraId="786F2175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63785E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4B3542" w:rsidRPr="00FA5EF4" w14:paraId="66F6DAFD" w14:textId="77777777" w:rsidTr="004B3542">
        <w:tc>
          <w:tcPr>
            <w:tcW w:w="2694" w:type="dxa"/>
            <w:vAlign w:val="center"/>
          </w:tcPr>
          <w:p w14:paraId="65C7685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9E5EF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4B3542" w:rsidRPr="00FA5EF4" w14:paraId="1C0B8419" w14:textId="77777777" w:rsidTr="004B3542">
        <w:tc>
          <w:tcPr>
            <w:tcW w:w="2694" w:type="dxa"/>
            <w:vAlign w:val="center"/>
          </w:tcPr>
          <w:p w14:paraId="273BFB98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2FCE56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B3542" w:rsidRPr="00FA5EF4" w14:paraId="0FFFDA76" w14:textId="77777777" w:rsidTr="004B3542">
        <w:tc>
          <w:tcPr>
            <w:tcW w:w="2694" w:type="dxa"/>
            <w:vAlign w:val="center"/>
          </w:tcPr>
          <w:p w14:paraId="00D7782C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9CF3A" w14:textId="34C57C5B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4B3542" w:rsidRPr="00FA5EF4" w14:paraId="363D9FAD" w14:textId="77777777" w:rsidTr="004B3542">
        <w:tc>
          <w:tcPr>
            <w:tcW w:w="2694" w:type="dxa"/>
            <w:vAlign w:val="center"/>
          </w:tcPr>
          <w:p w14:paraId="656C9F81" w14:textId="77777777" w:rsidR="004B3542" w:rsidRPr="00FA5EF4" w:rsidRDefault="004B3542" w:rsidP="004B35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01260" w14:textId="77777777" w:rsidR="004B3542" w:rsidRPr="00FA5EF4" w:rsidRDefault="004B3542" w:rsidP="004B3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75238F87" w14:textId="77777777" w:rsidR="0085747A" w:rsidRPr="00FA5E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* </w:t>
      </w:r>
      <w:r w:rsidRPr="00FA5EF4">
        <w:rPr>
          <w:rFonts w:ascii="Corbel" w:hAnsi="Corbel"/>
          <w:i/>
          <w:sz w:val="24"/>
          <w:szCs w:val="24"/>
        </w:rPr>
        <w:t>-</w:t>
      </w:r>
      <w:r w:rsidR="00B90885" w:rsidRPr="00FA5E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5EF4">
        <w:rPr>
          <w:rFonts w:ascii="Corbel" w:hAnsi="Corbel"/>
          <w:b w:val="0"/>
          <w:sz w:val="24"/>
          <w:szCs w:val="24"/>
        </w:rPr>
        <w:t>e,</w:t>
      </w:r>
      <w:r w:rsidRPr="00FA5EF4"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5EF4">
        <w:rPr>
          <w:rFonts w:ascii="Corbel" w:hAnsi="Corbel"/>
          <w:b w:val="0"/>
          <w:i/>
          <w:sz w:val="24"/>
          <w:szCs w:val="24"/>
        </w:rPr>
        <w:t>w Jednostce</w:t>
      </w:r>
    </w:p>
    <w:p w14:paraId="70462C85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6DB88" w14:textId="77777777" w:rsidR="0085747A" w:rsidRPr="00FA5E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1.</w:t>
      </w:r>
      <w:r w:rsidR="00E22FBC" w:rsidRPr="00FA5EF4">
        <w:rPr>
          <w:rFonts w:ascii="Corbel" w:hAnsi="Corbel"/>
          <w:sz w:val="24"/>
          <w:szCs w:val="24"/>
        </w:rPr>
        <w:t>1</w:t>
      </w:r>
      <w:r w:rsidRPr="00FA5E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C0DBEE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5EF4" w14:paraId="53804E3B" w14:textId="77777777" w:rsidTr="004B35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060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Semestr</w:t>
            </w:r>
          </w:p>
          <w:p w14:paraId="2B6E7989" w14:textId="77777777" w:rsidR="00015B8F" w:rsidRPr="00FA5EF4" w:rsidRDefault="002B5EA0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(</w:t>
            </w:r>
            <w:r w:rsidR="00363F78" w:rsidRPr="00FA5E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56A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Wykł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3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3F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Konw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CDA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9F80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Sem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63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787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Prakt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6955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9B3" w14:textId="77777777" w:rsidR="00015B8F" w:rsidRPr="00FA5EF4" w:rsidRDefault="00015B8F" w:rsidP="004B35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EF4">
              <w:rPr>
                <w:rFonts w:ascii="Corbel" w:hAnsi="Corbel"/>
                <w:b/>
                <w:szCs w:val="24"/>
              </w:rPr>
              <w:t>Liczba pkt</w:t>
            </w:r>
            <w:r w:rsidR="00B90885" w:rsidRPr="00FA5EF4">
              <w:rPr>
                <w:rFonts w:ascii="Corbel" w:hAnsi="Corbel"/>
                <w:b/>
                <w:szCs w:val="24"/>
              </w:rPr>
              <w:t>.</w:t>
            </w:r>
            <w:r w:rsidRPr="00FA5E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5EF4" w14:paraId="53D7E7B1" w14:textId="77777777" w:rsidTr="004B35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FDFA" w14:textId="2954C908" w:rsidR="00015B8F" w:rsidRPr="00FA5EF4" w:rsidRDefault="004B3542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6A24" w14:textId="77777777" w:rsidR="00015B8F" w:rsidRPr="00FA5EF4" w:rsidRDefault="00FE48CB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68A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691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B0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10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D74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3E7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790" w14:textId="77777777" w:rsidR="00015B8F" w:rsidRPr="00FA5EF4" w:rsidRDefault="00015B8F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4691" w14:textId="77777777" w:rsidR="00015B8F" w:rsidRPr="00FA5EF4" w:rsidRDefault="00901C4C" w:rsidP="004B3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5A4988" w14:textId="77777777" w:rsidR="00923D7D" w:rsidRPr="00FA5E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C3B1EF" w14:textId="77777777" w:rsidR="00923D7D" w:rsidRPr="00FA5E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8DFB42" w14:textId="77777777" w:rsidR="0085747A" w:rsidRPr="00FA5E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1.</w:t>
      </w:r>
      <w:r w:rsidR="00E22FBC" w:rsidRPr="00FA5EF4">
        <w:rPr>
          <w:rFonts w:ascii="Corbel" w:hAnsi="Corbel"/>
          <w:smallCaps w:val="0"/>
          <w:szCs w:val="24"/>
        </w:rPr>
        <w:t>2</w:t>
      </w:r>
      <w:r w:rsidR="00F83B28" w:rsidRPr="00FA5EF4">
        <w:rPr>
          <w:rFonts w:ascii="Corbel" w:hAnsi="Corbel"/>
          <w:smallCaps w:val="0"/>
          <w:szCs w:val="24"/>
        </w:rPr>
        <w:t>.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 xml:space="preserve">Sposób realizacji zajęć  </w:t>
      </w:r>
    </w:p>
    <w:p w14:paraId="62ED0038" w14:textId="77777777" w:rsidR="0085747A" w:rsidRPr="00FA5EF4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eastAsia="MS Gothic" w:hAnsi="Corbel" w:cs="MS Gothic"/>
          <w:b w:val="0"/>
          <w:szCs w:val="24"/>
        </w:rPr>
        <w:t>×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2E5E41" w14:textId="77777777" w:rsidR="0085747A" w:rsidRPr="00FA5EF4" w:rsidRDefault="00EA2D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E2AB65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61BFC" w14:textId="77777777" w:rsidR="00E22FBC" w:rsidRPr="00FA5E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1.3 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>For</w:t>
      </w:r>
      <w:r w:rsidR="00445970" w:rsidRPr="00FA5EF4">
        <w:rPr>
          <w:rFonts w:ascii="Corbel" w:hAnsi="Corbel"/>
          <w:smallCaps w:val="0"/>
          <w:szCs w:val="24"/>
        </w:rPr>
        <w:t xml:space="preserve">ma zaliczenia przedmiotu </w:t>
      </w:r>
      <w:r w:rsidRPr="00FA5EF4">
        <w:rPr>
          <w:rFonts w:ascii="Corbel" w:hAnsi="Corbel"/>
          <w:smallCaps w:val="0"/>
          <w:szCs w:val="24"/>
        </w:rPr>
        <w:t xml:space="preserve"> (z toku) </w:t>
      </w:r>
      <w:r w:rsidRPr="00FA5EF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FC414E" w14:textId="77777777" w:rsidR="009C54AE" w:rsidRPr="00FA5E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20E00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Wykłady:</w:t>
      </w:r>
    </w:p>
    <w:p w14:paraId="00BFE67A" w14:textId="77777777" w:rsidR="00EC1819" w:rsidRPr="00FA5EF4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Forma zaliczenia: egzamin</w:t>
      </w:r>
    </w:p>
    <w:p w14:paraId="5CF98CF1" w14:textId="77777777" w:rsidR="00E960BB" w:rsidRPr="00FA5EF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E359" w14:textId="7BA4806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t xml:space="preserve">2.Wymagania wstępne </w:t>
      </w:r>
    </w:p>
    <w:p w14:paraId="70DDE745" w14:textId="77777777" w:rsidR="004B3542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EF4" w14:paraId="2C778117" w14:textId="77777777" w:rsidTr="00745302">
        <w:tc>
          <w:tcPr>
            <w:tcW w:w="9670" w:type="dxa"/>
          </w:tcPr>
          <w:p w14:paraId="4A154150" w14:textId="2339CE1A" w:rsidR="0085747A" w:rsidRPr="00FA5EF4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3EEC914" w14:textId="77777777" w:rsidR="004B3542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1E501" w14:textId="7AA4A4EE" w:rsidR="0085747A" w:rsidRPr="00FA5EF4" w:rsidRDefault="004B35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A5EF4">
        <w:rPr>
          <w:rFonts w:ascii="Corbel" w:hAnsi="Corbel"/>
          <w:szCs w:val="24"/>
        </w:rPr>
        <w:lastRenderedPageBreak/>
        <w:t>3.</w:t>
      </w:r>
      <w:r w:rsidR="0085747A" w:rsidRPr="00FA5EF4">
        <w:rPr>
          <w:rFonts w:ascii="Corbel" w:hAnsi="Corbel"/>
          <w:szCs w:val="24"/>
        </w:rPr>
        <w:t xml:space="preserve"> </w:t>
      </w:r>
      <w:r w:rsidR="00A84C85" w:rsidRPr="00FA5EF4">
        <w:rPr>
          <w:rFonts w:ascii="Corbel" w:hAnsi="Corbel"/>
          <w:szCs w:val="24"/>
        </w:rPr>
        <w:t>cele, efekty uczenia się</w:t>
      </w:r>
      <w:r w:rsidR="0085747A" w:rsidRPr="00FA5EF4">
        <w:rPr>
          <w:rFonts w:ascii="Corbel" w:hAnsi="Corbel"/>
          <w:szCs w:val="24"/>
        </w:rPr>
        <w:t xml:space="preserve"> , treści Programowe i stosowane metody Dydaktyczne</w:t>
      </w:r>
    </w:p>
    <w:p w14:paraId="26EB1AE0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72D01B" w14:textId="77777777" w:rsidR="0085747A" w:rsidRPr="00FA5E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3.1 </w:t>
      </w:r>
      <w:r w:rsidR="00C05F44" w:rsidRPr="00FA5EF4">
        <w:rPr>
          <w:rFonts w:ascii="Corbel" w:hAnsi="Corbel"/>
          <w:sz w:val="24"/>
          <w:szCs w:val="24"/>
        </w:rPr>
        <w:t>Cele przedmiotu</w:t>
      </w:r>
    </w:p>
    <w:p w14:paraId="63A64F48" w14:textId="77777777" w:rsidR="00F83B28" w:rsidRPr="00FA5E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FA5EF4" w14:paraId="7B88D019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75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B2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FA5EF4" w14:paraId="55FEB056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4483E" w14:textId="77777777" w:rsidR="00EC1819" w:rsidRPr="00FA5EF4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416D" w14:textId="77777777" w:rsidR="00EC1819" w:rsidRPr="00FA5EF4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</w:tbl>
    <w:p w14:paraId="646119F0" w14:textId="77777777" w:rsidR="00467BC5" w:rsidRDefault="00467BC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F653DBF" w14:textId="2123CD37" w:rsidR="00081DF0" w:rsidRPr="00467BC5" w:rsidRDefault="009F4610" w:rsidP="00467BC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3.2 </w:t>
      </w:r>
      <w:r w:rsidR="001D7B54" w:rsidRPr="00FA5EF4">
        <w:rPr>
          <w:rFonts w:ascii="Corbel" w:hAnsi="Corbel"/>
          <w:b/>
          <w:sz w:val="24"/>
          <w:szCs w:val="24"/>
        </w:rPr>
        <w:t xml:space="preserve">Efekty </w:t>
      </w:r>
      <w:r w:rsidR="00C05F44" w:rsidRPr="00FA5E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5EF4">
        <w:rPr>
          <w:rFonts w:ascii="Corbel" w:hAnsi="Corbel"/>
          <w:b/>
          <w:sz w:val="24"/>
          <w:szCs w:val="24"/>
        </w:rPr>
        <w:t>dla przedmiotu</w:t>
      </w:r>
      <w:r w:rsidR="00445970" w:rsidRPr="00FA5EF4">
        <w:rPr>
          <w:rFonts w:ascii="Corbel" w:hAnsi="Corbel"/>
          <w:sz w:val="24"/>
          <w:szCs w:val="24"/>
        </w:rPr>
        <w:t xml:space="preserve"> </w:t>
      </w:r>
    </w:p>
    <w:p w14:paraId="69FECAC2" w14:textId="77777777" w:rsidR="00081DF0" w:rsidRPr="00FA5EF4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467BC5" w14:paraId="315B86D5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3A0C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E083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0E2D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67BC5" w14:paraId="6013416D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077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D75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2D48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29CE07F0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48670A3E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1D820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D22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47C1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57E997E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74D363A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6CA287DB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3242D15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21D28A3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0D97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3AE7B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F03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8D4A720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11C32B8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3B9C968C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5E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4656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E35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0F6155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467BC5" w14:paraId="485F4ACF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855B3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C698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E0C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EA844AB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7C968219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5B6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D80E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F77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432AB399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5838C8B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157960BD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2D8258D4" w14:textId="35F3FA96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72C112C6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9E50E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51A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D9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0114F52C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1C0E5CF2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0A0EBEF9" w14:textId="2A0F6E9A" w:rsidR="00467BC5" w:rsidRPr="004B3542" w:rsidRDefault="00467BC5" w:rsidP="004B35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67BC5" w14:paraId="14C71304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A18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809B9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B93C" w14:textId="176C1FDF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K_W05</w:t>
            </w:r>
          </w:p>
          <w:p w14:paraId="1A38EC1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467BC5" w14:paraId="612AF121" w14:textId="77777777" w:rsidTr="004B3542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B4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2DAC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016A0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45E0EE83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5AD947" w14:textId="174091E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6C3E2" w14:textId="77777777" w:rsidR="004B3542" w:rsidRDefault="004B354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54E5F85" w14:textId="2D12D374" w:rsidR="0085747A" w:rsidRPr="00FA5E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A5EF4">
        <w:rPr>
          <w:rFonts w:ascii="Corbel" w:hAnsi="Corbel"/>
          <w:b/>
          <w:sz w:val="24"/>
          <w:szCs w:val="24"/>
        </w:rPr>
        <w:t xml:space="preserve"> </w:t>
      </w:r>
      <w:r w:rsidR="0085747A" w:rsidRPr="00FA5EF4">
        <w:rPr>
          <w:rFonts w:ascii="Corbel" w:hAnsi="Corbel"/>
          <w:b/>
          <w:sz w:val="24"/>
          <w:szCs w:val="24"/>
        </w:rPr>
        <w:t>T</w:t>
      </w:r>
      <w:r w:rsidR="001D7B54" w:rsidRPr="00FA5E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5EF4">
        <w:rPr>
          <w:rFonts w:ascii="Corbel" w:hAnsi="Corbel"/>
          <w:sz w:val="24"/>
          <w:szCs w:val="24"/>
        </w:rPr>
        <w:t xml:space="preserve">  </w:t>
      </w:r>
    </w:p>
    <w:p w14:paraId="3AB34C48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Problematyka wykładu </w:t>
      </w:r>
    </w:p>
    <w:p w14:paraId="0B822D44" w14:textId="77777777" w:rsidR="0065468F" w:rsidRPr="00FA5EF4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C25F9F" w:rsidRPr="00FA5EF4" w14:paraId="60579A2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C25F9F" w:rsidRPr="00FA5EF4" w14:paraId="4C5E60E3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0F4BA4" w14:textId="77777777" w:rsidR="00C25F9F" w:rsidRPr="00FA5EF4" w:rsidRDefault="00527F5C" w:rsidP="00527F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D5A66D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60C1D188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7D4A2" w14:textId="77777777" w:rsidR="00C25F9F" w:rsidRPr="00527F5C" w:rsidRDefault="00527F5C" w:rsidP="00527F5C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procesu legislacyjnego w Polsce.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652178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3811ABE4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6903F8D" w14:textId="77777777" w:rsidR="00C25F9F" w:rsidRPr="00FA5EF4" w:rsidRDefault="00527F5C" w:rsidP="00670A6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6E2C256" w14:textId="77777777" w:rsidR="00527F5C" w:rsidRPr="00527F5C" w:rsidRDefault="00527F5C" w:rsidP="00527F5C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="00C25F9F"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464D56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138A9670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FC26E4" w14:textId="77777777" w:rsidR="00C25F9F" w:rsidRPr="000C2027" w:rsidRDefault="000C2027" w:rsidP="000C202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normatywnego </w:t>
                  </w:r>
                  <w:r w:rsidR="00130935">
                    <w:rPr>
                      <w:rFonts w:ascii="Corbel" w:hAnsi="Corbel"/>
                      <w:sz w:val="24"/>
                      <w:szCs w:val="24"/>
                    </w:rPr>
                    <w:t>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6CC33C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C25F9F" w:rsidRPr="00FA5EF4" w14:paraId="7B61CB49" w14:textId="77777777" w:rsidTr="00CB5536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9FEA9" w14:textId="77777777" w:rsidR="00C25F9F" w:rsidRPr="003F4010" w:rsidRDefault="00130935" w:rsidP="003F4010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B672B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15C3145A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C0BA95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C2EB21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 w:rsidR="008E16BF"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77F07F7B" w14:textId="77777777" w:rsidR="00C25F9F" w:rsidRPr="00FA5EF4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C0B4FD" w14:textId="77777777" w:rsidR="003D1273" w:rsidRPr="00FA5EF4" w:rsidRDefault="003D1273" w:rsidP="003D12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64D3A" w14:textId="77777777" w:rsidR="0085747A" w:rsidRPr="00FA5EF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5EF4">
        <w:rPr>
          <w:rFonts w:ascii="Corbel" w:hAnsi="Corbel"/>
          <w:sz w:val="24"/>
          <w:szCs w:val="24"/>
        </w:rPr>
        <w:t xml:space="preserve">, </w:t>
      </w:r>
      <w:r w:rsidRPr="00FA5EF4">
        <w:rPr>
          <w:rFonts w:ascii="Corbel" w:hAnsi="Corbel"/>
          <w:sz w:val="24"/>
          <w:szCs w:val="24"/>
        </w:rPr>
        <w:t xml:space="preserve">zajęć praktycznych </w:t>
      </w:r>
    </w:p>
    <w:p w14:paraId="55CD98D0" w14:textId="77777777" w:rsidR="0085747A" w:rsidRPr="00FA5EF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081DF0" w:rsidRPr="00FA5EF4" w14:paraId="15288B50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C4F3C" w14:textId="77777777" w:rsidR="00081DF0" w:rsidRPr="00FA5EF4" w:rsidRDefault="00081DF0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3542" w:rsidRPr="00FA5EF4" w14:paraId="36F55DD4" w14:textId="77777777" w:rsidTr="004B3542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51B5" w14:textId="7E1D5605" w:rsidR="004B3542" w:rsidRPr="00FA5EF4" w:rsidRDefault="004B3542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F753FB9" w14:textId="2AAF643A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A76DE" w14:textId="77777777" w:rsidR="0085747A" w:rsidRPr="00FA5E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3.4 Metody dydaktyczne</w:t>
      </w:r>
      <w:r w:rsidRPr="00FA5EF4">
        <w:rPr>
          <w:rFonts w:ascii="Corbel" w:hAnsi="Corbel"/>
          <w:b w:val="0"/>
          <w:smallCaps w:val="0"/>
          <w:szCs w:val="24"/>
        </w:rPr>
        <w:t xml:space="preserve"> </w:t>
      </w:r>
    </w:p>
    <w:p w14:paraId="724F1A9B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CA517" w14:textId="77777777" w:rsidR="009568D5" w:rsidRPr="00FA5EF4" w:rsidRDefault="009568D5" w:rsidP="009568D5">
      <w:pPr>
        <w:pStyle w:val="Punktygwne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zCs w:val="24"/>
        </w:rPr>
        <w:t>Wykłady:</w:t>
      </w:r>
    </w:p>
    <w:p w14:paraId="63165C10" w14:textId="77777777" w:rsidR="009568D5" w:rsidRPr="00FA5EF4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2918EE16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29131" w14:textId="77777777" w:rsidR="0085747A" w:rsidRPr="00FA5E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 </w:t>
      </w:r>
      <w:r w:rsidR="0085747A" w:rsidRPr="00FA5EF4">
        <w:rPr>
          <w:rFonts w:ascii="Corbel" w:hAnsi="Corbel"/>
          <w:smallCaps w:val="0"/>
          <w:szCs w:val="24"/>
        </w:rPr>
        <w:t>METODY I KRYTERIA OCENY</w:t>
      </w:r>
      <w:r w:rsidR="009F4610" w:rsidRPr="00FA5EF4">
        <w:rPr>
          <w:rFonts w:ascii="Corbel" w:hAnsi="Corbel"/>
          <w:smallCaps w:val="0"/>
          <w:szCs w:val="24"/>
        </w:rPr>
        <w:t xml:space="preserve"> </w:t>
      </w:r>
    </w:p>
    <w:p w14:paraId="1238DE6B" w14:textId="77777777" w:rsidR="00923D7D" w:rsidRPr="00FA5E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BA4" w14:textId="77777777" w:rsidR="0085747A" w:rsidRPr="00FA5EF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EF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77D22" w:rsidRPr="00FA5EF4" w14:paraId="1A200618" w14:textId="77777777" w:rsidTr="004B3542">
        <w:tc>
          <w:tcPr>
            <w:tcW w:w="1915" w:type="dxa"/>
          </w:tcPr>
          <w:p w14:paraId="266331F8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680C432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54F3887B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91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C7BA1E" w14:textId="77777777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2222B8DA" w14:textId="77777777" w:rsidR="004B3542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BC5CD" w14:textId="7F7AB946" w:rsidR="00C77D22" w:rsidRPr="00FA5EF4" w:rsidRDefault="00C77D22" w:rsidP="004B35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7D22" w:rsidRPr="00FA5EF4" w14:paraId="5BBE3940" w14:textId="77777777" w:rsidTr="004B3542">
        <w:tc>
          <w:tcPr>
            <w:tcW w:w="1915" w:type="dxa"/>
          </w:tcPr>
          <w:p w14:paraId="5996782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4875" w:type="dxa"/>
          </w:tcPr>
          <w:p w14:paraId="7C8D05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49123D1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0981352" w14:textId="77777777" w:rsidTr="004B3542">
        <w:tc>
          <w:tcPr>
            <w:tcW w:w="1915" w:type="dxa"/>
          </w:tcPr>
          <w:p w14:paraId="2BA7384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875" w:type="dxa"/>
          </w:tcPr>
          <w:p w14:paraId="4927929A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E2FF35E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C88A9A" w14:textId="77777777" w:rsidTr="004B3542">
        <w:tc>
          <w:tcPr>
            <w:tcW w:w="1915" w:type="dxa"/>
          </w:tcPr>
          <w:p w14:paraId="452A172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7AC69E8F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0BDD60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6CF15D8D" w14:textId="77777777" w:rsidTr="004B3542">
        <w:tc>
          <w:tcPr>
            <w:tcW w:w="1915" w:type="dxa"/>
          </w:tcPr>
          <w:p w14:paraId="117A41C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1A39AD9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1C4FB8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1153A2EB" w14:textId="77777777" w:rsidTr="004B3542">
        <w:tc>
          <w:tcPr>
            <w:tcW w:w="1915" w:type="dxa"/>
          </w:tcPr>
          <w:p w14:paraId="029ED4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2442F6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2CDC0FB7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3AA30D50" w14:textId="77777777" w:rsidTr="004B3542">
        <w:tc>
          <w:tcPr>
            <w:tcW w:w="1915" w:type="dxa"/>
          </w:tcPr>
          <w:p w14:paraId="509DD72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252EAF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520C3D9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F111B71" w14:textId="77777777" w:rsidTr="004B3542">
        <w:tc>
          <w:tcPr>
            <w:tcW w:w="1915" w:type="dxa"/>
          </w:tcPr>
          <w:p w14:paraId="1C4298E5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5" w:type="dxa"/>
          </w:tcPr>
          <w:p w14:paraId="41F0531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3BAFB720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57A75320" w14:textId="77777777" w:rsidTr="004B3542">
        <w:tc>
          <w:tcPr>
            <w:tcW w:w="1915" w:type="dxa"/>
          </w:tcPr>
          <w:p w14:paraId="2E56AF9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4875" w:type="dxa"/>
          </w:tcPr>
          <w:p w14:paraId="4E9A2EA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0BFBD858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77D22" w:rsidRPr="00FA5EF4" w14:paraId="7D4372CE" w14:textId="77777777" w:rsidTr="004B3542">
        <w:tc>
          <w:tcPr>
            <w:tcW w:w="1915" w:type="dxa"/>
          </w:tcPr>
          <w:p w14:paraId="492CE471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5A449984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14:paraId="14C24E53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F9852EE" w14:textId="77777777" w:rsidR="00923D7D" w:rsidRPr="00FA5E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2454F" w14:textId="77777777" w:rsidR="0085747A" w:rsidRPr="00FA5E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4.2 </w:t>
      </w:r>
      <w:r w:rsidR="0085747A" w:rsidRPr="00FA5E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EF4">
        <w:rPr>
          <w:rFonts w:ascii="Corbel" w:hAnsi="Corbel"/>
          <w:smallCaps w:val="0"/>
          <w:szCs w:val="24"/>
        </w:rPr>
        <w:t xml:space="preserve"> </w:t>
      </w:r>
    </w:p>
    <w:p w14:paraId="1F19C12A" w14:textId="77777777" w:rsidR="00923D7D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FA5EF4" w14:paraId="3E222B61" w14:textId="77777777" w:rsidTr="004B3542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3D74" w14:textId="77777777" w:rsidR="00756FAE" w:rsidRPr="00FA5EF4" w:rsidRDefault="00756FAE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A5EF4">
              <w:rPr>
                <w:rFonts w:ascii="Corbel" w:hAnsi="Corbel"/>
                <w:bCs/>
                <w:smallCaps w:val="0"/>
                <w:szCs w:val="24"/>
              </w:rPr>
              <w:t>Wykład</w:t>
            </w:r>
          </w:p>
          <w:p w14:paraId="358652C6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7D224247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należy udzielić przynajmniej 50% poprawnych odpowiedzi. </w:t>
            </w:r>
          </w:p>
          <w:p w14:paraId="2655A185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3FE70DB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516E5" w14:textId="77777777" w:rsidR="009F4610" w:rsidRPr="00FA5E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5. </w:t>
      </w:r>
      <w:r w:rsidR="00C61DC5" w:rsidRPr="00FA5E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C0FA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FA5EF4" w14:paraId="7F421404" w14:textId="77777777" w:rsidTr="00670A6E">
        <w:tc>
          <w:tcPr>
            <w:tcW w:w="4962" w:type="dxa"/>
            <w:vAlign w:val="center"/>
          </w:tcPr>
          <w:p w14:paraId="3500756C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5733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FA5EF4" w14:paraId="5B905F6D" w14:textId="77777777" w:rsidTr="00670A6E">
        <w:tc>
          <w:tcPr>
            <w:tcW w:w="4962" w:type="dxa"/>
          </w:tcPr>
          <w:p w14:paraId="2506D437" w14:textId="77777777" w:rsidR="008C5588" w:rsidRPr="00FA5EF4" w:rsidRDefault="008C5588" w:rsidP="00791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791462">
              <w:rPr>
                <w:rFonts w:ascii="Corbel" w:hAnsi="Corbel"/>
                <w:sz w:val="24"/>
                <w:szCs w:val="24"/>
              </w:rPr>
              <w:t>z harmonogramu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2081814" w14:textId="2D0CD338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A0EDD19" w14:textId="77777777" w:rsidTr="00670A6E">
        <w:tc>
          <w:tcPr>
            <w:tcW w:w="4962" w:type="dxa"/>
          </w:tcPr>
          <w:p w14:paraId="4CA9C03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402C91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A72B1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C5588" w:rsidRPr="00FA5EF4" w14:paraId="1D30AA72" w14:textId="77777777" w:rsidTr="00670A6E">
        <w:tc>
          <w:tcPr>
            <w:tcW w:w="4962" w:type="dxa"/>
          </w:tcPr>
          <w:p w14:paraId="4744D80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207D7A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7A919A" w14:textId="77777777" w:rsidR="00381D31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C5588" w:rsidRPr="00FA5EF4" w14:paraId="1205C40F" w14:textId="77777777" w:rsidTr="00670A6E">
        <w:tc>
          <w:tcPr>
            <w:tcW w:w="4962" w:type="dxa"/>
          </w:tcPr>
          <w:p w14:paraId="6F07A7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7ECD8" w14:textId="57E466C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11</w:t>
            </w:r>
            <w:r w:rsidR="00E8682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C5588" w:rsidRPr="00FA5EF4" w14:paraId="1C4BF691" w14:textId="77777777" w:rsidTr="00670A6E">
        <w:tc>
          <w:tcPr>
            <w:tcW w:w="4962" w:type="dxa"/>
          </w:tcPr>
          <w:p w14:paraId="023F1F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AE5050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ED991" w14:textId="77777777" w:rsidR="0085747A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5E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E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2D4EB0" w14:textId="77777777" w:rsidR="003E1941" w:rsidRPr="00FA5E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0ACEC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6. </w:t>
      </w:r>
      <w:r w:rsidR="0085747A" w:rsidRPr="00FA5EF4">
        <w:rPr>
          <w:rFonts w:ascii="Corbel" w:hAnsi="Corbel"/>
          <w:smallCaps w:val="0"/>
          <w:szCs w:val="24"/>
        </w:rPr>
        <w:t>PRAKTYKI ZAWO</w:t>
      </w:r>
      <w:r w:rsidR="009C1331" w:rsidRPr="00FA5EF4">
        <w:rPr>
          <w:rFonts w:ascii="Corbel" w:hAnsi="Corbel"/>
          <w:smallCaps w:val="0"/>
          <w:szCs w:val="24"/>
        </w:rPr>
        <w:t>DOWE W RAMACH PRZEDMIOTU</w:t>
      </w:r>
    </w:p>
    <w:p w14:paraId="1A66C4A9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5EF4" w14:paraId="6C9A03C6" w14:textId="77777777" w:rsidTr="004B3542">
        <w:trPr>
          <w:trHeight w:val="397"/>
        </w:trPr>
        <w:tc>
          <w:tcPr>
            <w:tcW w:w="3544" w:type="dxa"/>
          </w:tcPr>
          <w:p w14:paraId="73934296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E615C" w14:textId="05D6DE35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</w:t>
            </w:r>
          </w:p>
        </w:tc>
      </w:tr>
      <w:tr w:rsidR="0085747A" w:rsidRPr="00FA5EF4" w14:paraId="3131BEDC" w14:textId="77777777" w:rsidTr="004B3542">
        <w:trPr>
          <w:trHeight w:val="397"/>
        </w:trPr>
        <w:tc>
          <w:tcPr>
            <w:tcW w:w="3544" w:type="dxa"/>
          </w:tcPr>
          <w:p w14:paraId="6B8FBEC9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7089A" w14:textId="3B52417F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</w:tbl>
    <w:p w14:paraId="5C73B944" w14:textId="77777777" w:rsidR="003E1941" w:rsidRPr="00FA5E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3A25" w14:textId="77777777" w:rsidR="0085747A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7. </w:t>
      </w:r>
      <w:r w:rsidR="0085747A" w:rsidRPr="00FA5EF4">
        <w:rPr>
          <w:rFonts w:ascii="Corbel" w:hAnsi="Corbel"/>
          <w:smallCaps w:val="0"/>
          <w:szCs w:val="24"/>
        </w:rPr>
        <w:t>LITERATURA</w:t>
      </w:r>
      <w:r w:rsidRPr="00FA5EF4">
        <w:rPr>
          <w:rFonts w:ascii="Corbel" w:hAnsi="Corbel"/>
          <w:smallCaps w:val="0"/>
          <w:szCs w:val="24"/>
        </w:rPr>
        <w:t xml:space="preserve"> </w:t>
      </w:r>
    </w:p>
    <w:p w14:paraId="6A9E927A" w14:textId="77777777" w:rsidR="00675843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FA5EF4" w14:paraId="20C30B6D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47E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E082B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1. T. Bąkowski, P. Bielski, K. Kaszubski,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Zasady techniki prawodawczej. Komentarz,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Warszawa 2003.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M. Błachut, W.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1603899D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FA5EF4" w14:paraId="6C1A6151" w14:textId="77777777" w:rsidTr="004B3542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21B2" w14:textId="77777777" w:rsidR="00385874" w:rsidRPr="004B3542" w:rsidRDefault="00385874" w:rsidP="00670A6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4B35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0BA659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1. S. Wronkowska, M. Zieliński, Problemy </w:t>
            </w:r>
            <w:r w:rsidR="00D35BCB"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zasady redagowania tekstów prawnych, Warszawa 2003. </w:t>
            </w:r>
            <w:r w:rsidRPr="00FA5EF4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>2. J. Wawrzyniak, Tryb ustawodawczy a jakość prawa, Warszawa 2005.</w:t>
            </w:r>
          </w:p>
          <w:p w14:paraId="1AF96167" w14:textId="77777777" w:rsidR="00385874" w:rsidRPr="00FA5EF4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44368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6AC4AC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7D6CD" w14:textId="77777777" w:rsidR="0085747A" w:rsidRPr="00FA5EF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EF4" w:rsidSect="004B3542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E9F83" w14:textId="77777777" w:rsidR="0080799D" w:rsidRDefault="0080799D" w:rsidP="00C16ABF">
      <w:pPr>
        <w:spacing w:after="0" w:line="240" w:lineRule="auto"/>
      </w:pPr>
      <w:r>
        <w:separator/>
      </w:r>
    </w:p>
  </w:endnote>
  <w:endnote w:type="continuationSeparator" w:id="0">
    <w:p w14:paraId="76A2D8EA" w14:textId="77777777" w:rsidR="0080799D" w:rsidRDefault="008079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EEBA4" w14:textId="77777777" w:rsidR="0080799D" w:rsidRDefault="0080799D" w:rsidP="00C16ABF">
      <w:pPr>
        <w:spacing w:after="0" w:line="240" w:lineRule="auto"/>
      </w:pPr>
      <w:r>
        <w:separator/>
      </w:r>
    </w:p>
  </w:footnote>
  <w:footnote w:type="continuationSeparator" w:id="0">
    <w:p w14:paraId="16829951" w14:textId="77777777" w:rsidR="0080799D" w:rsidRDefault="0080799D" w:rsidP="00C16ABF">
      <w:pPr>
        <w:spacing w:after="0" w:line="240" w:lineRule="auto"/>
      </w:pPr>
      <w:r>
        <w:continuationSeparator/>
      </w:r>
    </w:p>
  </w:footnote>
  <w:footnote w:id="1">
    <w:p w14:paraId="47715B26" w14:textId="77777777" w:rsidR="00467BC5" w:rsidRDefault="00467BC5" w:rsidP="00467B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A429F"/>
    <w:rsid w:val="000B192D"/>
    <w:rsid w:val="000B28EE"/>
    <w:rsid w:val="000B3E37"/>
    <w:rsid w:val="000C2027"/>
    <w:rsid w:val="000D04B0"/>
    <w:rsid w:val="000F1C57"/>
    <w:rsid w:val="000F5615"/>
    <w:rsid w:val="00124BFF"/>
    <w:rsid w:val="0012560E"/>
    <w:rsid w:val="00127108"/>
    <w:rsid w:val="00130935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C02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60D"/>
    <w:rsid w:val="0027138C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D31"/>
    <w:rsid w:val="00385874"/>
    <w:rsid w:val="003A0A5B"/>
    <w:rsid w:val="003A1176"/>
    <w:rsid w:val="003C0BAE"/>
    <w:rsid w:val="003D1273"/>
    <w:rsid w:val="003D18A9"/>
    <w:rsid w:val="003D6CE2"/>
    <w:rsid w:val="003E1941"/>
    <w:rsid w:val="003E2FE6"/>
    <w:rsid w:val="003E49D5"/>
    <w:rsid w:val="003F38C0"/>
    <w:rsid w:val="003F4010"/>
    <w:rsid w:val="00414E3C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67BC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68"/>
    <w:rsid w:val="004B3542"/>
    <w:rsid w:val="004D5282"/>
    <w:rsid w:val="004F1551"/>
    <w:rsid w:val="004F55A3"/>
    <w:rsid w:val="00504564"/>
    <w:rsid w:val="0050496F"/>
    <w:rsid w:val="00513B6F"/>
    <w:rsid w:val="00517C63"/>
    <w:rsid w:val="00527F5C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6878"/>
    <w:rsid w:val="005E6E85"/>
    <w:rsid w:val="005F31D2"/>
    <w:rsid w:val="0061029B"/>
    <w:rsid w:val="00617230"/>
    <w:rsid w:val="00621CE1"/>
    <w:rsid w:val="00627FC9"/>
    <w:rsid w:val="00647FA8"/>
    <w:rsid w:val="00650C5F"/>
    <w:rsid w:val="0065468F"/>
    <w:rsid w:val="00654934"/>
    <w:rsid w:val="006620D9"/>
    <w:rsid w:val="00671958"/>
    <w:rsid w:val="006728CF"/>
    <w:rsid w:val="00675843"/>
    <w:rsid w:val="00693964"/>
    <w:rsid w:val="00696477"/>
    <w:rsid w:val="00697D48"/>
    <w:rsid w:val="006D050F"/>
    <w:rsid w:val="006D6139"/>
    <w:rsid w:val="006E5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AB"/>
    <w:rsid w:val="00756FAE"/>
    <w:rsid w:val="00763BF1"/>
    <w:rsid w:val="00766FD4"/>
    <w:rsid w:val="00776E92"/>
    <w:rsid w:val="0078168C"/>
    <w:rsid w:val="00787C2A"/>
    <w:rsid w:val="00790E27"/>
    <w:rsid w:val="00791462"/>
    <w:rsid w:val="007A2AC8"/>
    <w:rsid w:val="007A4022"/>
    <w:rsid w:val="007A6E6E"/>
    <w:rsid w:val="007C3299"/>
    <w:rsid w:val="007C3BCC"/>
    <w:rsid w:val="007C4546"/>
    <w:rsid w:val="007C5BDB"/>
    <w:rsid w:val="007D6E56"/>
    <w:rsid w:val="007F1652"/>
    <w:rsid w:val="007F4155"/>
    <w:rsid w:val="00800F82"/>
    <w:rsid w:val="0080799D"/>
    <w:rsid w:val="0081554D"/>
    <w:rsid w:val="0081707E"/>
    <w:rsid w:val="008449B3"/>
    <w:rsid w:val="00846FA9"/>
    <w:rsid w:val="00854640"/>
    <w:rsid w:val="0085747A"/>
    <w:rsid w:val="00873F6B"/>
    <w:rsid w:val="00884922"/>
    <w:rsid w:val="00885F64"/>
    <w:rsid w:val="008876C1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16BF"/>
    <w:rsid w:val="008E64F4"/>
    <w:rsid w:val="008F12C9"/>
    <w:rsid w:val="008F6E29"/>
    <w:rsid w:val="00901C4C"/>
    <w:rsid w:val="00912DBE"/>
    <w:rsid w:val="00916188"/>
    <w:rsid w:val="00923D7D"/>
    <w:rsid w:val="009508DF"/>
    <w:rsid w:val="00950DAC"/>
    <w:rsid w:val="00954A07"/>
    <w:rsid w:val="009568D5"/>
    <w:rsid w:val="00974F4F"/>
    <w:rsid w:val="00997F14"/>
    <w:rsid w:val="009A78D9"/>
    <w:rsid w:val="009A7DEC"/>
    <w:rsid w:val="009C1331"/>
    <w:rsid w:val="009C3E31"/>
    <w:rsid w:val="009C54AE"/>
    <w:rsid w:val="009C788E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5712C"/>
    <w:rsid w:val="00A601C8"/>
    <w:rsid w:val="00A60799"/>
    <w:rsid w:val="00A835FD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F8"/>
    <w:rsid w:val="00B135B1"/>
    <w:rsid w:val="00B23D93"/>
    <w:rsid w:val="00B264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47A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6992"/>
    <w:rsid w:val="00C4664C"/>
    <w:rsid w:val="00C56036"/>
    <w:rsid w:val="00C61DC5"/>
    <w:rsid w:val="00C6453C"/>
    <w:rsid w:val="00C67E92"/>
    <w:rsid w:val="00C70A26"/>
    <w:rsid w:val="00C766DF"/>
    <w:rsid w:val="00C77D22"/>
    <w:rsid w:val="00C82F51"/>
    <w:rsid w:val="00C94B98"/>
    <w:rsid w:val="00CA2B96"/>
    <w:rsid w:val="00CA5089"/>
    <w:rsid w:val="00CB5536"/>
    <w:rsid w:val="00CC294D"/>
    <w:rsid w:val="00CC5A6B"/>
    <w:rsid w:val="00CD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BCB"/>
    <w:rsid w:val="00D425B2"/>
    <w:rsid w:val="00D428D6"/>
    <w:rsid w:val="00D552B2"/>
    <w:rsid w:val="00D608D1"/>
    <w:rsid w:val="00D74119"/>
    <w:rsid w:val="00D8075B"/>
    <w:rsid w:val="00D8678B"/>
    <w:rsid w:val="00DA0D0F"/>
    <w:rsid w:val="00DA2114"/>
    <w:rsid w:val="00DE09C0"/>
    <w:rsid w:val="00DE4725"/>
    <w:rsid w:val="00DE4A14"/>
    <w:rsid w:val="00DF320D"/>
    <w:rsid w:val="00DF71C8"/>
    <w:rsid w:val="00E129B8"/>
    <w:rsid w:val="00E21E7D"/>
    <w:rsid w:val="00E22FBC"/>
    <w:rsid w:val="00E24527"/>
    <w:rsid w:val="00E24BF5"/>
    <w:rsid w:val="00E25338"/>
    <w:rsid w:val="00E51E44"/>
    <w:rsid w:val="00E63348"/>
    <w:rsid w:val="00E739CC"/>
    <w:rsid w:val="00E77E88"/>
    <w:rsid w:val="00E8107D"/>
    <w:rsid w:val="00E86829"/>
    <w:rsid w:val="00E960BB"/>
    <w:rsid w:val="00EA2074"/>
    <w:rsid w:val="00EA2D27"/>
    <w:rsid w:val="00EA4832"/>
    <w:rsid w:val="00EA4E9D"/>
    <w:rsid w:val="00EA7D49"/>
    <w:rsid w:val="00EC1819"/>
    <w:rsid w:val="00EC1E50"/>
    <w:rsid w:val="00EC4899"/>
    <w:rsid w:val="00ED03AB"/>
    <w:rsid w:val="00ED32D2"/>
    <w:rsid w:val="00EE32DE"/>
    <w:rsid w:val="00EE5457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00AB"/>
    <w:rsid w:val="00FA18B3"/>
    <w:rsid w:val="00FA46E5"/>
    <w:rsid w:val="00FA5EF4"/>
    <w:rsid w:val="00FB5FB0"/>
    <w:rsid w:val="00FB7DBA"/>
    <w:rsid w:val="00FC1C25"/>
    <w:rsid w:val="00FC3F45"/>
    <w:rsid w:val="00FD503F"/>
    <w:rsid w:val="00FD7589"/>
    <w:rsid w:val="00FE48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5B1F"/>
  <w15:docId w15:val="{AFC4974B-5760-4A4B-994C-6CC8FEB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DB05-E987-4771-8187-D757B018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2021-03-30T09:18:00Z</dcterms:created>
  <dcterms:modified xsi:type="dcterms:W3CDTF">2021-03-31T08:35:00Z</dcterms:modified>
</cp:coreProperties>
</file>